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277B3E" w14:textId="769706DF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21C96">
        <w:rPr>
          <w:rFonts w:ascii="Corbel" w:hAnsi="Corbel"/>
          <w:b/>
          <w:smallCaps/>
          <w:sz w:val="24"/>
          <w:szCs w:val="24"/>
        </w:rPr>
        <w:t>2019-2022</w:t>
      </w:r>
      <w:r w:rsidR="00A21C96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A21C96">
        <w:rPr>
          <w:rFonts w:ascii="Corbel" w:hAnsi="Corbel"/>
          <w:b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21C9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21C9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40FAF" w14:textId="77777777" w:rsidR="00AF5AA1" w:rsidRDefault="00AF5AA1" w:rsidP="00C16ABF">
      <w:pPr>
        <w:spacing w:after="0" w:line="240" w:lineRule="auto"/>
      </w:pPr>
      <w:r>
        <w:separator/>
      </w:r>
    </w:p>
  </w:endnote>
  <w:endnote w:type="continuationSeparator" w:id="0">
    <w:p w14:paraId="3F184605" w14:textId="77777777" w:rsidR="00AF5AA1" w:rsidRDefault="00AF5A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E5EA7" w14:textId="77777777" w:rsidR="00AF5AA1" w:rsidRDefault="00AF5AA1" w:rsidP="00C16ABF">
      <w:pPr>
        <w:spacing w:after="0" w:line="240" w:lineRule="auto"/>
      </w:pPr>
      <w:r>
        <w:separator/>
      </w:r>
    </w:p>
  </w:footnote>
  <w:footnote w:type="continuationSeparator" w:id="0">
    <w:p w14:paraId="3881B5DF" w14:textId="77777777" w:rsidR="00AF5AA1" w:rsidRDefault="00AF5AA1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1C96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A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D1372-D697-4197-9F54-0AA3E38D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1108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2020-10-23T16:49:00Z</dcterms:created>
  <dcterms:modified xsi:type="dcterms:W3CDTF">2021-11-05T11:11:00Z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